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8E222" w14:textId="77777777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</w:t>
      </w:r>
      <w:proofErr w:type="spellStart"/>
      <w:r w:rsidR="002A22BF" w:rsidRPr="6C4D1F46">
        <w:rPr>
          <w:rFonts w:ascii="Corbel" w:hAnsi="Corbel"/>
          <w:i/>
          <w:iCs/>
          <w:sz w:val="24"/>
          <w:szCs w:val="24"/>
        </w:rPr>
        <w:t>UR</w:t>
      </w:r>
      <w:proofErr w:type="spellEnd"/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77777777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626C32">
        <w:rPr>
          <w:rFonts w:ascii="Corbel" w:hAnsi="Corbel"/>
          <w:b/>
          <w:smallCaps/>
          <w:sz w:val="24"/>
          <w:szCs w:val="24"/>
        </w:rPr>
        <w:t>2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626C32">
        <w:rPr>
          <w:rFonts w:ascii="Corbel" w:hAnsi="Corbel"/>
          <w:b/>
          <w:smallCaps/>
          <w:sz w:val="24"/>
          <w:szCs w:val="24"/>
        </w:rPr>
        <w:t>5</w:t>
      </w:r>
    </w:p>
    <w:p w14:paraId="3F29602B" w14:textId="77777777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626C32">
        <w:rPr>
          <w:rFonts w:ascii="Corbel" w:hAnsi="Corbel"/>
          <w:sz w:val="20"/>
          <w:szCs w:val="20"/>
        </w:rPr>
        <w:t>2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626C32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4C0C2BE8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BA062D6" w:rsidR="0085747A" w:rsidRPr="004871B8" w:rsidRDefault="00DC4775" w:rsidP="4C0C2B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C0C2BE8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4C0C2BE8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4C0C2BE8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4C0C2BE8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4C0C2BE8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4C0C2BE8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4C0C2BE8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4C0C2BE8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871B8" w14:paraId="5C70B2EB" w14:textId="77777777" w:rsidTr="4C0C2BE8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3BF8B5FE" w14:textId="77777777" w:rsidTr="4C0C2BE8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4C0C2BE8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4C0C2BE8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4C0C2BE8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4C0C2BE8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871B8">
        <w:rPr>
          <w:rFonts w:ascii="Corbel" w:hAnsi="Corbel"/>
          <w:sz w:val="24"/>
          <w:szCs w:val="24"/>
        </w:rPr>
        <w:t>ECTS</w:t>
      </w:r>
      <w:proofErr w:type="spellEnd"/>
      <w:r w:rsidRPr="004871B8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Wykł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Konw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Sem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Prakt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871B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871B8" w14:paraId="4A1319BA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4871B8" w:rsidRDefault="009D47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77777777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9D47F0">
        <w:rPr>
          <w:rFonts w:ascii="Corbel" w:hAnsi="Corbel"/>
          <w:b w:val="0"/>
          <w:smallCaps w:val="0"/>
        </w:rPr>
        <w:t>egzamin</w:t>
      </w:r>
    </w:p>
    <w:p w14:paraId="60061E4C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wiedzy z zakresu polityki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>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  <w:tr w:rsidR="002563BF" w:rsidRPr="004871B8" w14:paraId="5AA29D93" w14:textId="77777777" w:rsidTr="45216C2F">
        <w:tc>
          <w:tcPr>
            <w:tcW w:w="9520" w:type="dxa"/>
          </w:tcPr>
          <w:p w14:paraId="7F1EF7A4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0C3E4BD9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B41C4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1" w:name="_GoBack"/>
      <w:bookmarkEnd w:id="1"/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7C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7C92">
              <w:rPr>
                <w:rFonts w:ascii="Corbel" w:hAnsi="Corbel"/>
                <w:b w:val="0"/>
                <w:szCs w:val="24"/>
              </w:rPr>
              <w:t>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7C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7C92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7C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7C9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7C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7C92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D7C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D7C9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871B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871B8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4871B8" w:rsidRDefault="002563BF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71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871B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871B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871B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4F6475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FA26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Wyd.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CC4C37F" w14:textId="77777777" w:rsidR="002563BF" w:rsidRPr="004871B8" w:rsidRDefault="00E07066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Grzywna P.,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Lustig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J., Mitręga M., Stępień-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LampaN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Zasępa B., 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D7E5872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3A6732D7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red., J. </w:t>
            </w:r>
            <w:proofErr w:type="spellStart"/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Stacewicz</w:t>
            </w:r>
            <w:proofErr w:type="spellEnd"/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, </w:t>
            </w:r>
            <w:proofErr w:type="spellStart"/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SGH</w:t>
            </w:r>
            <w:proofErr w:type="spellEnd"/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połeczna , red. </w:t>
            </w:r>
            <w:proofErr w:type="spellStart"/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Kurzynowski</w:t>
            </w:r>
            <w:proofErr w:type="spellEnd"/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Chaczko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K., Stanek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K.M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5E2F7" w14:textId="77777777" w:rsidR="00E37FBE" w:rsidRDefault="00E37FBE" w:rsidP="00C16ABF">
      <w:pPr>
        <w:spacing w:after="0" w:line="240" w:lineRule="auto"/>
      </w:pPr>
      <w:r>
        <w:separator/>
      </w:r>
    </w:p>
  </w:endnote>
  <w:endnote w:type="continuationSeparator" w:id="0">
    <w:p w14:paraId="51CA8CCE" w14:textId="77777777" w:rsidR="00E37FBE" w:rsidRDefault="00E37FBE" w:rsidP="00C16ABF">
      <w:pPr>
        <w:spacing w:after="0" w:line="240" w:lineRule="auto"/>
      </w:pPr>
      <w:r>
        <w:continuationSeparator/>
      </w:r>
    </w:p>
  </w:endnote>
  <w:endnote w:type="continuationNotice" w:id="1">
    <w:p w14:paraId="2E1852DF" w14:textId="77777777" w:rsidR="00E37FBE" w:rsidRDefault="00E37F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007E2" w14:textId="77777777" w:rsidR="00E37FBE" w:rsidRDefault="00E37FBE" w:rsidP="00C16ABF">
      <w:pPr>
        <w:spacing w:after="0" w:line="240" w:lineRule="auto"/>
      </w:pPr>
      <w:r>
        <w:separator/>
      </w:r>
    </w:p>
  </w:footnote>
  <w:footnote w:type="continuationSeparator" w:id="0">
    <w:p w14:paraId="3DC42376" w14:textId="77777777" w:rsidR="00E37FBE" w:rsidRDefault="00E37FBE" w:rsidP="00C16ABF">
      <w:pPr>
        <w:spacing w:after="0" w:line="240" w:lineRule="auto"/>
      </w:pPr>
      <w:r>
        <w:continuationSeparator/>
      </w:r>
    </w:p>
  </w:footnote>
  <w:footnote w:type="continuationNotice" w:id="1">
    <w:p w14:paraId="683469B1" w14:textId="77777777" w:rsidR="00E37FBE" w:rsidRDefault="00E37FBE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18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2F5EA0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E4713"/>
    <w:rsid w:val="004F1551"/>
    <w:rsid w:val="004F3753"/>
    <w:rsid w:val="004F55A3"/>
    <w:rsid w:val="0050496F"/>
    <w:rsid w:val="00513B6F"/>
    <w:rsid w:val="00517C63"/>
    <w:rsid w:val="005363C4"/>
    <w:rsid w:val="00536BDE"/>
    <w:rsid w:val="00540FF8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723E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423B2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1C49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37FBE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C0C2BE8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9F7C"/>
  <w15:docId w15:val="{929ABFB2-D8D3-44D5-958C-EA404B7B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695154-D374-4291-8905-4BABD3DBD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8A6B50-1CD5-4C43-85DC-E85477DF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970</Words>
  <Characters>5826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2022-05-25T12:47:00Z</cp:lastPrinted>
  <dcterms:created xsi:type="dcterms:W3CDTF">2022-05-26T03:20:00Z</dcterms:created>
  <dcterms:modified xsi:type="dcterms:W3CDTF">2022-09-15T12:44:00Z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